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3024C" w14:paraId="0A411540" w14:textId="77777777" w:rsidTr="00146EEC">
        <w:tc>
          <w:tcPr>
            <w:tcW w:w="2689" w:type="dxa"/>
          </w:tcPr>
          <w:p w14:paraId="164592C6" w14:textId="1D515C5F" w:rsidR="0083024C" w:rsidRPr="00EC1089" w:rsidRDefault="0083024C" w:rsidP="00EC1089">
            <w:r>
              <w:t xml:space="preserve">Release </w:t>
            </w:r>
            <w:r w:rsidR="000E6C34">
              <w:t>1</w:t>
            </w:r>
          </w:p>
        </w:tc>
        <w:tc>
          <w:tcPr>
            <w:tcW w:w="6939" w:type="dxa"/>
          </w:tcPr>
          <w:p w14:paraId="061C6450" w14:textId="555168F3" w:rsidR="0083024C" w:rsidRPr="00EC1089" w:rsidRDefault="0083024C" w:rsidP="00EC1089"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0E6C34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53687BFE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</w:t>
            </w:r>
            <w:r w:rsidR="00FE0D0D">
              <w:t>3</w:t>
            </w:r>
            <w:r w:rsidR="00467F08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722E68E5" w:rsidR="00F1480E" w:rsidRPr="000754EC" w:rsidRDefault="00C219A1" w:rsidP="000754EC">
            <w:pPr>
              <w:pStyle w:val="SIUnittitle"/>
            </w:pPr>
            <w:r w:rsidRPr="00C219A1">
              <w:t>Create drawings using computer aided design systems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F1ED83A" w14:textId="24C2D886" w:rsidR="00620159" w:rsidRDefault="00C219A1" w:rsidP="00C219A1">
            <w:r w:rsidRPr="00C219A1">
              <w:t xml:space="preserve">This unit of competency describes the </w:t>
            </w:r>
            <w:r w:rsidR="00CC0520">
              <w:t xml:space="preserve">skills and knowledge </w:t>
            </w:r>
            <w:r w:rsidRPr="00C219A1">
              <w:t>required to</w:t>
            </w:r>
            <w:r w:rsidR="001B37AD">
              <w:t xml:space="preserve"> produce various types of drawings using </w:t>
            </w:r>
            <w:r w:rsidRPr="00C219A1">
              <w:t>computer aided design (CAD)</w:t>
            </w:r>
            <w:r w:rsidR="00916876">
              <w:t>. It includes</w:t>
            </w:r>
            <w:r w:rsidRPr="00C219A1">
              <w:t xml:space="preserve"> produc</w:t>
            </w:r>
            <w:r w:rsidR="00916876">
              <w:t>ing</w:t>
            </w:r>
            <w:r w:rsidRPr="00C219A1">
              <w:t xml:space="preserve"> </w:t>
            </w:r>
            <w:r w:rsidR="00916876" w:rsidRPr="00C219A1">
              <w:t xml:space="preserve">plans, diagrams, charts </w:t>
            </w:r>
            <w:r w:rsidR="00916876">
              <w:t xml:space="preserve">and </w:t>
            </w:r>
            <w:r w:rsidRPr="00C219A1">
              <w:t xml:space="preserve">linked materials lists. </w:t>
            </w:r>
          </w:p>
          <w:p w14:paraId="0621DF3B" w14:textId="77777777" w:rsidR="00CD3442" w:rsidRDefault="00CD3442" w:rsidP="00C219A1"/>
          <w:p w14:paraId="6CFCD1A2" w14:textId="370F7559" w:rsidR="00C219A1" w:rsidRDefault="00916876" w:rsidP="00C219A1">
            <w:r>
              <w:t xml:space="preserve">It applies to those who work in </w:t>
            </w:r>
            <w:r w:rsidR="00C219A1" w:rsidRPr="00C219A1">
              <w:t>a forestry setting</w:t>
            </w:r>
            <w:r w:rsidR="00CD3442">
              <w:t xml:space="preserve"> such as an e</w:t>
            </w:r>
            <w:r w:rsidR="00C219A1" w:rsidRPr="00C219A1">
              <w:t xml:space="preserve">ngineered </w:t>
            </w:r>
            <w:r w:rsidR="00CD3442">
              <w:t>t</w:t>
            </w:r>
            <w:r w:rsidR="00C219A1" w:rsidRPr="00C219A1">
              <w:t xml:space="preserve">imber </w:t>
            </w:r>
            <w:r w:rsidR="00CD3442">
              <w:t>p</w:t>
            </w:r>
            <w:r w:rsidR="00C219A1" w:rsidRPr="00C219A1">
              <w:t xml:space="preserve">roducts </w:t>
            </w:r>
            <w:r w:rsidR="00CD3442">
              <w:t>t</w:t>
            </w:r>
            <w:r w:rsidR="00C219A1" w:rsidRPr="00C219A1">
              <w:t>echnician</w:t>
            </w:r>
            <w:r w:rsidR="00CD3442">
              <w:t xml:space="preserve"> or a t</w:t>
            </w:r>
            <w:r w:rsidR="00C219A1" w:rsidRPr="00C219A1">
              <w:t xml:space="preserve">imber </w:t>
            </w:r>
            <w:r w:rsidR="00CD3442">
              <w:t>f</w:t>
            </w:r>
            <w:r w:rsidR="00C219A1" w:rsidRPr="00C219A1">
              <w:t>abricator.</w:t>
            </w:r>
          </w:p>
          <w:p w14:paraId="5C7D8AB0" w14:textId="77777777" w:rsidR="00CD3442" w:rsidRPr="00C219A1" w:rsidRDefault="00CD3442" w:rsidP="00C219A1"/>
          <w:p w14:paraId="216189FE" w14:textId="6715AACD" w:rsidR="00373436" w:rsidRPr="000754EC" w:rsidRDefault="00C219A1" w:rsidP="00C219A1">
            <w:r w:rsidRPr="00C219A1">
              <w:t>No licensing, legislative</w:t>
            </w:r>
            <w:r w:rsidR="004A6A2D">
              <w:t xml:space="preserve"> </w:t>
            </w:r>
            <w:r w:rsidRPr="00C219A1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454661A6" w:rsidR="00F1480E" w:rsidRPr="000754EC" w:rsidRDefault="00660C7A" w:rsidP="00841582">
            <w:r>
              <w:t xml:space="preserve">Common </w:t>
            </w:r>
            <w:r w:rsidR="0083024C">
              <w:t>t</w:t>
            </w:r>
            <w:r>
              <w:t>echnical</w:t>
            </w:r>
            <w:r w:rsidR="004A6A2D">
              <w:t xml:space="preserve"> (COT) 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219A1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3448E28F" w:rsidR="00C219A1" w:rsidRPr="00C219A1" w:rsidRDefault="00C219A1" w:rsidP="00C219A1">
            <w:r w:rsidRPr="00C219A1">
              <w:t>1. Prepare for drawing</w:t>
            </w:r>
          </w:p>
        </w:tc>
        <w:tc>
          <w:tcPr>
            <w:tcW w:w="3604" w:type="pct"/>
            <w:shd w:val="clear" w:color="auto" w:fill="auto"/>
          </w:tcPr>
          <w:p w14:paraId="5E30BAC4" w14:textId="14014022" w:rsidR="005B4761" w:rsidRDefault="00C219A1" w:rsidP="00C219A1">
            <w:r w:rsidRPr="00C219A1">
              <w:t xml:space="preserve">1.1 </w:t>
            </w:r>
            <w:r w:rsidR="005B4761">
              <w:t>Read, interpret and follow organisational policies and procedures and safe work practices related to using CAD</w:t>
            </w:r>
          </w:p>
          <w:p w14:paraId="060BA1C4" w14:textId="488113B1" w:rsidR="00C219A1" w:rsidRPr="00C219A1" w:rsidRDefault="005B4761" w:rsidP="00C219A1">
            <w:r>
              <w:t xml:space="preserve">1.2 </w:t>
            </w:r>
            <w:r w:rsidR="00C219A1" w:rsidRPr="00C219A1">
              <w:t>Identify type of drawings to be created with CAD systems check with appropriate person</w:t>
            </w:r>
          </w:p>
          <w:p w14:paraId="07499E12" w14:textId="1ADD486B" w:rsidR="00C219A1" w:rsidRPr="00C219A1" w:rsidRDefault="00C219A1" w:rsidP="00C219A1">
            <w:r w:rsidRPr="00C219A1">
              <w:t>1.</w:t>
            </w:r>
            <w:r w:rsidR="00F02CC9">
              <w:t>3</w:t>
            </w:r>
            <w:r w:rsidR="00F02CC9" w:rsidRPr="00C219A1">
              <w:t xml:space="preserve"> </w:t>
            </w:r>
            <w:r w:rsidRPr="00C219A1">
              <w:t>Select appropriate equipment and check for operational effectiveness</w:t>
            </w:r>
          </w:p>
          <w:p w14:paraId="46D92966" w14:textId="362FDF8D" w:rsidR="00C219A1" w:rsidRPr="00C219A1" w:rsidRDefault="00C219A1" w:rsidP="00F02CC9">
            <w:r w:rsidRPr="00C219A1">
              <w:t>1.</w:t>
            </w:r>
            <w:r w:rsidR="00F02CC9">
              <w:t>4</w:t>
            </w:r>
            <w:r w:rsidR="00F02CC9" w:rsidRPr="00C219A1">
              <w:t xml:space="preserve"> </w:t>
            </w:r>
            <w:r w:rsidRPr="00C219A1">
              <w:t>Plan CAD process in line with organisational procedures</w:t>
            </w:r>
          </w:p>
        </w:tc>
      </w:tr>
      <w:tr w:rsidR="00C219A1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65A00447" w:rsidR="00C219A1" w:rsidRPr="00C219A1" w:rsidRDefault="00C219A1" w:rsidP="00F02CC9">
            <w:r w:rsidRPr="00C219A1">
              <w:t xml:space="preserve">2. Set up CAD </w:t>
            </w:r>
          </w:p>
        </w:tc>
        <w:tc>
          <w:tcPr>
            <w:tcW w:w="3604" w:type="pct"/>
            <w:shd w:val="clear" w:color="auto" w:fill="auto"/>
          </w:tcPr>
          <w:p w14:paraId="585254B1" w14:textId="62A2E473" w:rsidR="00F02CC9" w:rsidRDefault="00C219A1" w:rsidP="00C219A1">
            <w:r w:rsidRPr="00C219A1">
              <w:t xml:space="preserve">2.1 </w:t>
            </w:r>
            <w:r w:rsidR="00F02CC9">
              <w:t>Identify software features</w:t>
            </w:r>
            <w:r w:rsidR="007A22F8">
              <w:t xml:space="preserve"> </w:t>
            </w:r>
            <w:r w:rsidR="009919E4">
              <w:t xml:space="preserve">that </w:t>
            </w:r>
            <w:r w:rsidR="00A13701">
              <w:t xml:space="preserve">will </w:t>
            </w:r>
            <w:r w:rsidR="009919E4">
              <w:t xml:space="preserve">best generate the required drawing </w:t>
            </w:r>
            <w:r w:rsidR="002E5A96">
              <w:t>outcomes</w:t>
            </w:r>
          </w:p>
          <w:p w14:paraId="44EFEF21" w14:textId="46D112C0" w:rsidR="00C219A1" w:rsidRPr="00C219A1" w:rsidRDefault="00A13701" w:rsidP="00C219A1">
            <w:r>
              <w:t xml:space="preserve">2.2 </w:t>
            </w:r>
            <w:r w:rsidR="00C219A1" w:rsidRPr="00C219A1">
              <w:t xml:space="preserve">Customise </w:t>
            </w:r>
            <w:r>
              <w:t xml:space="preserve">CAD </w:t>
            </w:r>
            <w:r w:rsidR="00C219A1" w:rsidRPr="00C219A1">
              <w:t>system variables, menus</w:t>
            </w:r>
            <w:r w:rsidR="00B23120">
              <w:t>,</w:t>
            </w:r>
            <w:r w:rsidR="00F554C3">
              <w:t xml:space="preserve"> </w:t>
            </w:r>
            <w:r w:rsidR="00C219A1" w:rsidRPr="00C219A1">
              <w:t>drawing defaults</w:t>
            </w:r>
            <w:r w:rsidR="00F554C3">
              <w:t xml:space="preserve"> and macros</w:t>
            </w:r>
            <w:r w:rsidR="00C219A1" w:rsidRPr="00C219A1">
              <w:t xml:space="preserve"> to suit production outcomes</w:t>
            </w:r>
          </w:p>
          <w:p w14:paraId="1DF4B59F" w14:textId="09B7B2BF" w:rsidR="00C219A1" w:rsidRPr="00C219A1" w:rsidRDefault="00C219A1" w:rsidP="00F554C3">
            <w:r w:rsidRPr="00C219A1">
              <w:t>2.</w:t>
            </w:r>
            <w:r w:rsidR="00F554C3">
              <w:t xml:space="preserve">3 Identify and apply </w:t>
            </w:r>
            <w:r w:rsidR="00E70795">
              <w:t xml:space="preserve">basic </w:t>
            </w:r>
            <w:r w:rsidR="00EF5A52">
              <w:t>drawing elements</w:t>
            </w:r>
            <w:r w:rsidR="00E70795">
              <w:t xml:space="preserve"> </w:t>
            </w:r>
            <w:r w:rsidR="00F554C3">
              <w:t xml:space="preserve"> </w:t>
            </w:r>
          </w:p>
        </w:tc>
      </w:tr>
      <w:tr w:rsidR="00C219A1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47C8934F" w:rsidR="00C219A1" w:rsidRPr="00C219A1" w:rsidRDefault="00C219A1" w:rsidP="00C219A1">
            <w:r w:rsidRPr="00C219A1">
              <w:t>3. Create 2D drawings</w:t>
            </w:r>
          </w:p>
        </w:tc>
        <w:tc>
          <w:tcPr>
            <w:tcW w:w="3604" w:type="pct"/>
            <w:shd w:val="clear" w:color="auto" w:fill="auto"/>
          </w:tcPr>
          <w:p w14:paraId="3B24DBD7" w14:textId="77777777" w:rsidR="00C219A1" w:rsidRPr="00C219A1" w:rsidRDefault="00C219A1" w:rsidP="00C219A1">
            <w:r w:rsidRPr="00C219A1">
              <w:t>3.1 Create drawings using full capability of available software system</w:t>
            </w:r>
          </w:p>
          <w:p w14:paraId="10129B41" w14:textId="4C8BC84A" w:rsidR="00C219A1" w:rsidRPr="00C219A1" w:rsidRDefault="00C219A1" w:rsidP="00C219A1">
            <w:r w:rsidRPr="00C219A1">
              <w:t>3.2 Link drawing entities to database attributes to suit production outcomes</w:t>
            </w:r>
          </w:p>
          <w:p w14:paraId="34DABF6A" w14:textId="298F9FB1" w:rsidR="00C219A1" w:rsidRPr="00C219A1" w:rsidRDefault="00C219A1" w:rsidP="00C219A1">
            <w:r w:rsidRPr="00C219A1">
              <w:t>3.3 Create detailed views using various scales</w:t>
            </w:r>
          </w:p>
          <w:p w14:paraId="46EE2531" w14:textId="05EE16DB" w:rsidR="00C219A1" w:rsidRPr="00C219A1" w:rsidRDefault="00C219A1" w:rsidP="00C219A1">
            <w:r w:rsidRPr="00C219A1">
              <w:t>3.4 Save files in various formats in line with organisational procedures</w:t>
            </w:r>
          </w:p>
          <w:p w14:paraId="3915A0EB" w14:textId="19EF82F6" w:rsidR="00C219A1" w:rsidRPr="00C219A1" w:rsidRDefault="00C219A1" w:rsidP="00C219A1">
            <w:r w:rsidRPr="00C219A1">
              <w:t>3.5 Format linked drawing entities as materials lists in line with production requirements</w:t>
            </w:r>
          </w:p>
          <w:p w14:paraId="0DCB223A" w14:textId="147FE213" w:rsidR="00C219A1" w:rsidRPr="00C219A1" w:rsidRDefault="00C219A1" w:rsidP="00C219A1">
            <w:r w:rsidRPr="00C219A1">
              <w:t>3.6 Extract supplementary product dimension data from drawings</w:t>
            </w:r>
          </w:p>
          <w:p w14:paraId="28C25C0F" w14:textId="6750FD63" w:rsidR="00C219A1" w:rsidRPr="00C219A1" w:rsidRDefault="00C219A1" w:rsidP="00C219A1">
            <w:r w:rsidRPr="00C219A1">
              <w:t>3.7 Record and report drawing process and equipment faults to appropriate person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C0FDF47" w14:textId="77777777" w:rsidTr="00CA2922">
        <w:tc>
          <w:tcPr>
            <w:tcW w:w="1396" w:type="pct"/>
          </w:tcPr>
          <w:p w14:paraId="3E843AB4" w14:textId="29159B0E" w:rsidR="00F1480E" w:rsidRPr="000754EC" w:rsidRDefault="00E90BF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1CCE23B" w14:textId="3CEA24A1" w:rsidR="00F1480E" w:rsidRPr="000754EC" w:rsidRDefault="003067D6" w:rsidP="00264091">
            <w:pPr>
              <w:pStyle w:val="SIBulletList1"/>
            </w:pPr>
            <w:r>
              <w:t>I</w:t>
            </w:r>
            <w:r w:rsidR="00503791">
              <w:t>nterpret, analyse and comprehend CAD program text, symbol</w:t>
            </w:r>
            <w:r w:rsidR="00442B23">
              <w:t>s</w:t>
            </w:r>
            <w:r w:rsidR="00503791">
              <w:t xml:space="preserve"> and abbreviations to apply relevant information to drawings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E0D0D">
        <w:trPr>
          <w:trHeight w:val="700"/>
        </w:trPr>
        <w:tc>
          <w:tcPr>
            <w:tcW w:w="1028" w:type="pct"/>
          </w:tcPr>
          <w:p w14:paraId="2D8431B0" w14:textId="7D8C0555" w:rsidR="00041E59" w:rsidRPr="000754EC" w:rsidRDefault="004A6A2D" w:rsidP="0091548A">
            <w:pPr>
              <w:pStyle w:val="SIText"/>
            </w:pPr>
            <w:r>
              <w:t>FWPCOT</w:t>
            </w:r>
            <w:r w:rsidR="00467F08">
              <w:t>3</w:t>
            </w:r>
            <w:r w:rsidR="00532248">
              <w:t>XXX</w:t>
            </w:r>
            <w:r>
              <w:t xml:space="preserve"> Create drawings using computer aided design systems</w:t>
            </w:r>
          </w:p>
        </w:tc>
        <w:tc>
          <w:tcPr>
            <w:tcW w:w="1105" w:type="pct"/>
          </w:tcPr>
          <w:p w14:paraId="43730281" w14:textId="4B52C15F" w:rsidR="00041E59" w:rsidRPr="000754EC" w:rsidRDefault="00C219A1" w:rsidP="0091548A">
            <w:pPr>
              <w:pStyle w:val="SIText"/>
            </w:pPr>
            <w:r w:rsidRPr="00C219A1">
              <w:t>FWPCOT3239 Create drawings using computer aided design systems</w:t>
            </w:r>
          </w:p>
        </w:tc>
        <w:tc>
          <w:tcPr>
            <w:tcW w:w="1251" w:type="pct"/>
          </w:tcPr>
          <w:p w14:paraId="501E27AC" w14:textId="77777777" w:rsidR="00041E59" w:rsidRDefault="00532248" w:rsidP="000754EC">
            <w:pPr>
              <w:pStyle w:val="SIText"/>
            </w:pPr>
            <w:r>
              <w:t>Application clarified</w:t>
            </w:r>
          </w:p>
          <w:p w14:paraId="2E33F956" w14:textId="3E7B88F1" w:rsidR="00532248" w:rsidRPr="000754EC" w:rsidRDefault="002E4406" w:rsidP="000754EC">
            <w:pPr>
              <w:pStyle w:val="SIText"/>
            </w:pPr>
            <w:r>
              <w:t xml:space="preserve">Performance Criteria, </w:t>
            </w:r>
            <w:r w:rsidR="00532248">
              <w:t>Foundation Skills</w:t>
            </w:r>
            <w:r>
              <w:t xml:space="preserve"> and Assessment Requirements updated</w:t>
            </w:r>
            <w:r w:rsidR="00532248">
              <w:t xml:space="preserve"> </w:t>
            </w:r>
          </w:p>
        </w:tc>
        <w:tc>
          <w:tcPr>
            <w:tcW w:w="1616" w:type="pct"/>
          </w:tcPr>
          <w:p w14:paraId="1AF1365B" w14:textId="2441525B" w:rsidR="00916CD7" w:rsidRPr="000754EC" w:rsidRDefault="002E4406" w:rsidP="000754EC">
            <w:pPr>
              <w:pStyle w:val="SIText"/>
            </w:pPr>
            <w:r>
              <w:t>Equivalent unit</w:t>
            </w:r>
          </w:p>
        </w:tc>
      </w:tr>
    </w:tbl>
    <w:p w14:paraId="6386F421" w14:textId="2FE4DEE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0E6C34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D79A41C" w14:textId="405F24A6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7FB58DB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219A1" w:rsidRPr="00C219A1">
              <w:t>FWPCOT3</w:t>
            </w:r>
            <w:r w:rsidR="00467F08">
              <w:t>XXX</w:t>
            </w:r>
            <w:r w:rsidR="00C219A1" w:rsidRPr="00C219A1">
              <w:t xml:space="preserve"> Create drawings using computer aided design systems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0E8A3D6E" w14:textId="730A2E18" w:rsidR="002C0D62" w:rsidRDefault="00EF423D" w:rsidP="002C0D62">
            <w:pPr>
              <w:pStyle w:val="SIText"/>
            </w:pPr>
            <w:r>
              <w:t>An individual</w:t>
            </w:r>
            <w:r w:rsidR="002C0D62" w:rsidRPr="001A46FE">
              <w:t xml:space="preserve"> demonstrating competency in this unit must satisfy </w:t>
            </w:r>
            <w:proofErr w:type="gramStart"/>
            <w:r w:rsidR="002C0D62" w:rsidRPr="001A46FE">
              <w:t>all of</w:t>
            </w:r>
            <w:proofErr w:type="gramEnd"/>
            <w:r w:rsidR="002C0D62" w:rsidRPr="001A46FE">
              <w:t xml:space="preserve"> the elements</w:t>
            </w:r>
            <w:r w:rsidR="002C0D62">
              <w:t xml:space="preserve"> and</w:t>
            </w:r>
            <w:r w:rsidR="002C0D62" w:rsidRPr="001A46FE">
              <w:t xml:space="preserve"> performance criteria </w:t>
            </w:r>
            <w:r w:rsidR="002C0D62">
              <w:t xml:space="preserve">in this unit. </w:t>
            </w:r>
          </w:p>
          <w:p w14:paraId="59B61E2F" w14:textId="68974AB9" w:rsidR="005346F6" w:rsidRPr="001A46FE" w:rsidRDefault="005346F6" w:rsidP="002C0D62">
            <w:pPr>
              <w:pStyle w:val="SIText"/>
            </w:pPr>
            <w:r>
              <w:t xml:space="preserve">There must be evidence that the </w:t>
            </w:r>
            <w:r w:rsidR="005A0872">
              <w:t>individual</w:t>
            </w:r>
            <w:r>
              <w:t xml:space="preserve"> has</w:t>
            </w:r>
            <w:r w:rsidR="006E78D9">
              <w:t xml:space="preserve"> created a </w:t>
            </w:r>
            <w:r w:rsidR="0056233C">
              <w:t xml:space="preserve">set </w:t>
            </w:r>
            <w:r w:rsidR="00687E5B">
              <w:t xml:space="preserve">of </w:t>
            </w:r>
            <w:r w:rsidR="006E78D9">
              <w:t>drawing</w:t>
            </w:r>
            <w:r w:rsidR="0056233C">
              <w:t>s</w:t>
            </w:r>
            <w:r w:rsidR="006E78D9">
              <w:t xml:space="preserve"> using computer aided design (CAD) program for a timber product project</w:t>
            </w:r>
            <w:r w:rsidR="00CC5B75">
              <w:t xml:space="preserve"> </w:t>
            </w:r>
            <w:r w:rsidR="00F650E8">
              <w:t xml:space="preserve">and </w:t>
            </w:r>
            <w:r w:rsidR="00CC5B75">
              <w:t>us</w:t>
            </w:r>
            <w:r w:rsidR="008B2387">
              <w:t>ed</w:t>
            </w:r>
            <w:r w:rsidR="00F650E8">
              <w:t xml:space="preserve"> the software to</w:t>
            </w:r>
            <w:r w:rsidR="00A27043">
              <w:t>:</w:t>
            </w:r>
          </w:p>
          <w:p w14:paraId="3232303F" w14:textId="37B69C3D" w:rsidR="0058078D" w:rsidRDefault="0058078D" w:rsidP="0058078D">
            <w:pPr>
              <w:pStyle w:val="SIBulletList1"/>
            </w:pPr>
            <w:r>
              <w:t>manipulate the drawing origin</w:t>
            </w:r>
            <w:r w:rsidR="000553AF">
              <w:t xml:space="preserve"> and entities</w:t>
            </w:r>
          </w:p>
          <w:p w14:paraId="298797FB" w14:textId="77777777" w:rsidR="00722526" w:rsidRDefault="00722526" w:rsidP="00C219A1">
            <w:pPr>
              <w:pStyle w:val="SIBulletList1"/>
            </w:pPr>
            <w:r>
              <w:t>create and use layers</w:t>
            </w:r>
          </w:p>
          <w:p w14:paraId="34DC0A03" w14:textId="77777777" w:rsidR="000553AF" w:rsidRDefault="000553AF" w:rsidP="00C219A1">
            <w:pPr>
              <w:pStyle w:val="SIBulletList1"/>
            </w:pPr>
            <w:r>
              <w:t>modify dimension styles</w:t>
            </w:r>
          </w:p>
          <w:p w14:paraId="779497C5" w14:textId="6DC3ADEA" w:rsidR="000553AF" w:rsidRDefault="000553AF" w:rsidP="00C219A1">
            <w:pPr>
              <w:pStyle w:val="SIBulletList1"/>
            </w:pPr>
            <w:r>
              <w:t>access libraries and define and utilise symbols and abbreviations</w:t>
            </w:r>
          </w:p>
          <w:p w14:paraId="5272456A" w14:textId="77777777" w:rsidR="00F45AFD" w:rsidRDefault="00F45AFD" w:rsidP="00C219A1">
            <w:pPr>
              <w:pStyle w:val="SIBulletList1"/>
            </w:pPr>
            <w:r>
              <w:t>display various scaled views</w:t>
            </w:r>
          </w:p>
          <w:p w14:paraId="3AC9EC88" w14:textId="77777777" w:rsidR="006240D0" w:rsidRDefault="006240D0" w:rsidP="00C219A1">
            <w:pPr>
              <w:pStyle w:val="SIBulletList1"/>
            </w:pPr>
            <w:r>
              <w:t xml:space="preserve">add title block </w:t>
            </w:r>
          </w:p>
          <w:p w14:paraId="7345D9BF" w14:textId="77777777" w:rsidR="00014FC5" w:rsidRDefault="006240D0" w:rsidP="00C219A1">
            <w:pPr>
              <w:pStyle w:val="SIBulletList1"/>
            </w:pPr>
            <w:r>
              <w:t>prepare project to printing</w:t>
            </w:r>
            <w:r w:rsidR="00760384">
              <w:t xml:space="preserve"> </w:t>
            </w:r>
          </w:p>
          <w:p w14:paraId="21ED067A" w14:textId="5B7BF4D3" w:rsidR="00722526" w:rsidRDefault="00431B36" w:rsidP="00C219A1">
            <w:pPr>
              <w:pStyle w:val="SIBulletList1"/>
            </w:pPr>
            <w:r>
              <w:t>produce a linked materials list</w:t>
            </w:r>
            <w:r w:rsidR="00722526">
              <w:t xml:space="preserve"> </w:t>
            </w:r>
          </w:p>
          <w:p w14:paraId="3F537752" w14:textId="07A049C8" w:rsidR="00556C4C" w:rsidRPr="000754EC" w:rsidRDefault="00556C4C" w:rsidP="000E6C34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78051535" w14:textId="77777777" w:rsidR="004A6A2D" w:rsidRDefault="004A6A2D" w:rsidP="004A6A2D">
            <w:r w:rsidRPr="004A6A2D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0E44DF6A" w14:textId="1793E5A4" w:rsidR="00431B36" w:rsidRDefault="004A6A2D" w:rsidP="000E6C34">
            <w:pPr>
              <w:pStyle w:val="SIBulletList1"/>
            </w:pPr>
            <w:r w:rsidRPr="001A46FE" w:rsidDel="004A6A2D">
              <w:t xml:space="preserve"> </w:t>
            </w:r>
            <w:r w:rsidR="00431B36" w:rsidRPr="001A46FE">
              <w:t xml:space="preserve">organisational </w:t>
            </w:r>
            <w:r w:rsidR="00431B36">
              <w:t>policies and procedures</w:t>
            </w:r>
            <w:r w:rsidR="00431B36" w:rsidRPr="001A46FE">
              <w:t xml:space="preserve"> relevant to </w:t>
            </w:r>
            <w:r w:rsidR="00431B36">
              <w:t>creating CAD drawings</w:t>
            </w:r>
          </w:p>
          <w:p w14:paraId="32781E69" w14:textId="1441BEFE" w:rsidR="00E06995" w:rsidRDefault="00E06995" w:rsidP="000E6C34">
            <w:pPr>
              <w:pStyle w:val="SIBulletList1"/>
            </w:pPr>
            <w:r>
              <w:t>characteristics, application and limitations of forestry timber products</w:t>
            </w:r>
          </w:p>
          <w:p w14:paraId="634526F3" w14:textId="671F7087" w:rsidR="00D15ADB" w:rsidRDefault="0033096D" w:rsidP="000E6C34">
            <w:pPr>
              <w:pStyle w:val="SIBulletList1"/>
            </w:pPr>
            <w:r>
              <w:t xml:space="preserve">various </w:t>
            </w:r>
            <w:r w:rsidR="00431B36">
              <w:t>CA</w:t>
            </w:r>
            <w:r w:rsidR="0063466E">
              <w:t xml:space="preserve">D </w:t>
            </w:r>
            <w:r w:rsidR="00D15ADB">
              <w:t>program</w:t>
            </w:r>
            <w:r>
              <w:t>s their</w:t>
            </w:r>
            <w:r w:rsidR="00D15ADB">
              <w:t xml:space="preserve"> capabilities</w:t>
            </w:r>
            <w:r w:rsidR="00891267">
              <w:t>, functions</w:t>
            </w:r>
            <w:r w:rsidR="00D15ADB">
              <w:t xml:space="preserve"> and processes</w:t>
            </w:r>
          </w:p>
          <w:p w14:paraId="2773D623" w14:textId="77777777" w:rsidR="0033096D" w:rsidRDefault="00A13DAF" w:rsidP="000E6C34">
            <w:pPr>
              <w:pStyle w:val="SIBulletList1"/>
            </w:pPr>
            <w:r>
              <w:t>drawing outcomes:</w:t>
            </w:r>
          </w:p>
          <w:p w14:paraId="710CE0A9" w14:textId="77777777" w:rsidR="00A13DAF" w:rsidRDefault="00A13DAF" w:rsidP="000E6C34">
            <w:pPr>
              <w:pStyle w:val="SIBulletList2"/>
            </w:pPr>
            <w:r>
              <w:t xml:space="preserve">orthographic </w:t>
            </w:r>
          </w:p>
          <w:p w14:paraId="6F6259E2" w14:textId="77777777" w:rsidR="00A13DAF" w:rsidRDefault="00A13DAF" w:rsidP="000E6C34">
            <w:pPr>
              <w:pStyle w:val="SIBulletList2"/>
            </w:pPr>
            <w:r>
              <w:t>isometric</w:t>
            </w:r>
          </w:p>
          <w:p w14:paraId="5AED443B" w14:textId="77777777" w:rsidR="00A13DAF" w:rsidRDefault="00A13DAF" w:rsidP="000E6C34">
            <w:pPr>
              <w:pStyle w:val="SIBulletList2"/>
            </w:pPr>
            <w:r>
              <w:t>perspective</w:t>
            </w:r>
          </w:p>
          <w:p w14:paraId="4A5DDCDA" w14:textId="77777777" w:rsidR="00A13DAF" w:rsidRDefault="00A13DAF" w:rsidP="000E6C34">
            <w:pPr>
              <w:pStyle w:val="SIBulletList2"/>
            </w:pPr>
            <w:r>
              <w:t>2-dimentional (2-D)</w:t>
            </w:r>
          </w:p>
          <w:p w14:paraId="0CC67DC9" w14:textId="77777777" w:rsidR="00A13DAF" w:rsidRDefault="00A13DAF" w:rsidP="000E6C34">
            <w:pPr>
              <w:pStyle w:val="SIBulletList2"/>
            </w:pPr>
            <w:r>
              <w:t>3-dementional (3-D)</w:t>
            </w:r>
          </w:p>
          <w:p w14:paraId="4A23A9E0" w14:textId="77777777" w:rsidR="00A13DAF" w:rsidRDefault="00A13DAF" w:rsidP="000E6C34">
            <w:pPr>
              <w:pStyle w:val="SIBulletList1"/>
            </w:pPr>
            <w:r>
              <w:t>drawing elements:</w:t>
            </w:r>
          </w:p>
          <w:p w14:paraId="597DD2F6" w14:textId="77777777" w:rsidR="00A13DAF" w:rsidRDefault="00A13DAF" w:rsidP="000E6C34">
            <w:pPr>
              <w:pStyle w:val="SIBulletList2"/>
            </w:pPr>
            <w:r>
              <w:t>points, line angles, circles, arcs, planes, solids and figures</w:t>
            </w:r>
          </w:p>
          <w:p w14:paraId="0AF04B6C" w14:textId="3887B173" w:rsidR="00A13DAF" w:rsidRDefault="00A13DAF" w:rsidP="000E6C34">
            <w:pPr>
              <w:pStyle w:val="SIBulletList2"/>
            </w:pPr>
            <w:r>
              <w:t>shapes – squares, rectangles, triangles</w:t>
            </w:r>
          </w:p>
          <w:p w14:paraId="16BB19AA" w14:textId="75A5A79E" w:rsidR="00A13DAF" w:rsidRDefault="00A13DAF" w:rsidP="000E6C34">
            <w:pPr>
              <w:pStyle w:val="SIBulletList2"/>
            </w:pPr>
            <w:r>
              <w:t>bisected and divided lines</w:t>
            </w:r>
          </w:p>
          <w:p w14:paraId="1BDD8617" w14:textId="7199EE34" w:rsidR="00A13DAF" w:rsidRDefault="00A13DAF" w:rsidP="000E6C34">
            <w:pPr>
              <w:pStyle w:val="SIBulletList2"/>
            </w:pPr>
            <w:r>
              <w:t>dimensions and hatchings</w:t>
            </w:r>
          </w:p>
          <w:p w14:paraId="71CBCF1E" w14:textId="208201A6" w:rsidR="0033096D" w:rsidRDefault="00891267" w:rsidP="000E6C34">
            <w:pPr>
              <w:pStyle w:val="SIBulletList1"/>
            </w:pPr>
            <w:r>
              <w:t xml:space="preserve">drawing </w:t>
            </w:r>
            <w:r w:rsidR="00A13DAF">
              <w:t>tools:</w:t>
            </w:r>
          </w:p>
          <w:p w14:paraId="21CC223C" w14:textId="77777777" w:rsidR="00A13DAF" w:rsidRDefault="00A13DAF" w:rsidP="000E6C34">
            <w:pPr>
              <w:pStyle w:val="SIBulletList2"/>
            </w:pPr>
            <w:r>
              <w:t>delete, fillet, chamfer, erase, trim/extend, break, undo and redo</w:t>
            </w:r>
          </w:p>
          <w:p w14:paraId="32BD5388" w14:textId="23207866" w:rsidR="00A13DAF" w:rsidRDefault="00BD6A54" w:rsidP="000E6C34">
            <w:pPr>
              <w:pStyle w:val="SIBulletList2"/>
            </w:pPr>
            <w:r>
              <w:t>zoom and pan</w:t>
            </w:r>
          </w:p>
          <w:p w14:paraId="35D7F777" w14:textId="6B8C7182" w:rsidR="00A13DAF" w:rsidRDefault="00BD6A54" w:rsidP="000E6C34">
            <w:pPr>
              <w:pStyle w:val="SIBulletList2"/>
            </w:pPr>
            <w:r>
              <w:t>move, copy, rotate, mirror</w:t>
            </w:r>
          </w:p>
          <w:p w14:paraId="4CC71640" w14:textId="77777777" w:rsidR="00A13DAF" w:rsidRDefault="00BD6A54" w:rsidP="000E6C34">
            <w:pPr>
              <w:pStyle w:val="SIBulletList2"/>
            </w:pPr>
            <w:r>
              <w:t>polar and rectangular duplication</w:t>
            </w:r>
          </w:p>
          <w:p w14:paraId="02C2D153" w14:textId="77777777" w:rsidR="00BD6A54" w:rsidRDefault="00BD6A54" w:rsidP="000E6C34">
            <w:pPr>
              <w:pStyle w:val="SIBulletList2"/>
            </w:pPr>
            <w:r>
              <w:t>object snaps</w:t>
            </w:r>
          </w:p>
          <w:p w14:paraId="5475D7F2" w14:textId="5644F4D3" w:rsidR="00BD6A54" w:rsidRDefault="00BD6A54" w:rsidP="000E6C34">
            <w:pPr>
              <w:pStyle w:val="SIBulletList2"/>
            </w:pPr>
            <w:r>
              <w:t>dimension/measure/divide</w:t>
            </w:r>
          </w:p>
          <w:p w14:paraId="3E7A97C9" w14:textId="1A50EC75" w:rsidR="00BD6A54" w:rsidRDefault="00BD6A54" w:rsidP="000E6C34">
            <w:pPr>
              <w:pStyle w:val="SIBulletList2"/>
            </w:pPr>
            <w:r>
              <w:t>scale</w:t>
            </w:r>
          </w:p>
          <w:p w14:paraId="062B5F4C" w14:textId="77777777" w:rsidR="00891267" w:rsidRDefault="00891267" w:rsidP="000E6C34">
            <w:pPr>
              <w:pStyle w:val="SIBulletList1"/>
            </w:pPr>
            <w:r>
              <w:t>drawing features:</w:t>
            </w:r>
          </w:p>
          <w:p w14:paraId="20BD52C3" w14:textId="64503185" w:rsidR="00891267" w:rsidRDefault="00891267" w:rsidP="000E6C34">
            <w:pPr>
              <w:pStyle w:val="SIBulletList2"/>
            </w:pPr>
            <w:r>
              <w:t>built in specifications</w:t>
            </w:r>
          </w:p>
          <w:p w14:paraId="5728C0CF" w14:textId="77777777" w:rsidR="00891267" w:rsidRDefault="00891267" w:rsidP="000E6C34">
            <w:pPr>
              <w:pStyle w:val="SIBulletList2"/>
            </w:pPr>
            <w:r>
              <w:t>save</w:t>
            </w:r>
          </w:p>
          <w:p w14:paraId="44D971A5" w14:textId="77777777" w:rsidR="00891267" w:rsidRDefault="00891267" w:rsidP="000E6C34">
            <w:pPr>
              <w:pStyle w:val="SIBulletList2"/>
            </w:pPr>
            <w:r>
              <w:t>file import/export</w:t>
            </w:r>
          </w:p>
          <w:p w14:paraId="19BB7E85" w14:textId="14E55303" w:rsidR="00E06995" w:rsidRDefault="00E06995" w:rsidP="000E6C34">
            <w:pPr>
              <w:pStyle w:val="SIBulletList2"/>
            </w:pPr>
            <w:r>
              <w:t>print</w:t>
            </w:r>
          </w:p>
          <w:p w14:paraId="040F3554" w14:textId="77777777" w:rsidR="00C219A1" w:rsidRPr="00C219A1" w:rsidRDefault="00C219A1" w:rsidP="00C219A1">
            <w:pPr>
              <w:pStyle w:val="SIBulletList1"/>
            </w:pPr>
            <w:r w:rsidRPr="00C219A1">
              <w:t>methods to:</w:t>
            </w:r>
          </w:p>
          <w:p w14:paraId="567D9A6D" w14:textId="77777777" w:rsidR="00C219A1" w:rsidRPr="00C219A1" w:rsidRDefault="00C219A1" w:rsidP="00C219A1">
            <w:pPr>
              <w:pStyle w:val="SIBulletList2"/>
            </w:pPr>
            <w:r w:rsidRPr="00C219A1">
              <w:t>set up system variables, menus and macros</w:t>
            </w:r>
          </w:p>
          <w:p w14:paraId="2B9A294E" w14:textId="77777777" w:rsidR="00C219A1" w:rsidRPr="00C219A1" w:rsidRDefault="00C219A1" w:rsidP="00C219A1">
            <w:pPr>
              <w:pStyle w:val="SIBulletList2"/>
            </w:pPr>
            <w:r w:rsidRPr="00C219A1">
              <w:t>prepare 2D drawings</w:t>
            </w:r>
          </w:p>
          <w:p w14:paraId="542F69C7" w14:textId="77777777" w:rsidR="00C219A1" w:rsidRPr="00C219A1" w:rsidRDefault="00C219A1" w:rsidP="00C219A1">
            <w:pPr>
              <w:pStyle w:val="SIBulletList2"/>
            </w:pPr>
            <w:r w:rsidRPr="00C219A1">
              <w:t>prepare and explode detailed views</w:t>
            </w:r>
          </w:p>
          <w:p w14:paraId="39F9EC55" w14:textId="77777777" w:rsidR="00C219A1" w:rsidRPr="00C219A1" w:rsidRDefault="00C219A1" w:rsidP="00C219A1">
            <w:pPr>
              <w:pStyle w:val="SIBulletList2"/>
            </w:pPr>
            <w:r w:rsidRPr="00C219A1">
              <w:t>link drawing entities to materials lists</w:t>
            </w:r>
          </w:p>
          <w:p w14:paraId="43EC4814" w14:textId="77777777" w:rsidR="00C219A1" w:rsidRPr="00C219A1" w:rsidRDefault="00C219A1" w:rsidP="00C219A1">
            <w:pPr>
              <w:pStyle w:val="SIBulletList2"/>
            </w:pPr>
            <w:r w:rsidRPr="00C219A1">
              <w:t>extract supplementary product dimension data from drawings</w:t>
            </w:r>
          </w:p>
          <w:p w14:paraId="5A9600E1" w14:textId="77777777" w:rsidR="00C219A1" w:rsidRPr="00C219A1" w:rsidRDefault="00C219A1" w:rsidP="00C219A1">
            <w:pPr>
              <w:pStyle w:val="SIBulletList2"/>
            </w:pPr>
            <w:r w:rsidRPr="00C219A1">
              <w:t>store and retrieve drawings and materials lists</w:t>
            </w:r>
          </w:p>
          <w:p w14:paraId="40951706" w14:textId="1D0DD2DE" w:rsidR="00D3333F" w:rsidRPr="000754EC" w:rsidRDefault="00C219A1" w:rsidP="00DA7EEC">
            <w:pPr>
              <w:pStyle w:val="SIBulletList1"/>
            </w:pPr>
            <w:r w:rsidRPr="00C219A1">
              <w:t>formats for and inclusions of materials lists</w:t>
            </w:r>
            <w:r w:rsidR="000E6C34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7606ABEA" w14:textId="77777777" w:rsidR="00DA7EEC" w:rsidRDefault="00DA7EEC" w:rsidP="00DA7EEC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78FE2BB6" w14:textId="77777777" w:rsidR="00DA7EEC" w:rsidRDefault="00DA7EEC" w:rsidP="00DA7EEC">
            <w:pPr>
              <w:pStyle w:val="SIBulletList1"/>
            </w:pPr>
            <w:r>
              <w:t>physical conditions:</w:t>
            </w:r>
          </w:p>
          <w:p w14:paraId="49DFE120" w14:textId="74200B04" w:rsidR="00DA7EEC" w:rsidRPr="001A46FE" w:rsidRDefault="004A6A2D" w:rsidP="00DA7EEC">
            <w:pPr>
              <w:pStyle w:val="SIBulletList2"/>
            </w:pPr>
            <w:r>
              <w:t>skills must be demonstrated</w:t>
            </w:r>
            <w:r w:rsidR="00DA7EEC" w:rsidRPr="001A46FE">
              <w:t xml:space="preserve"> in the workplace or </w:t>
            </w:r>
            <w:r>
              <w:t>an</w:t>
            </w:r>
            <w:r w:rsidR="00DA7EEC" w:rsidRPr="001A46FE">
              <w:t xml:space="preserve"> environment that accurately </w:t>
            </w:r>
            <w:r>
              <w:t>represents workplace conditions</w:t>
            </w:r>
          </w:p>
          <w:p w14:paraId="2CCC53C8" w14:textId="77777777" w:rsidR="00DA7EEC" w:rsidRDefault="00DA7EEC" w:rsidP="00DA7EEC">
            <w:pPr>
              <w:pStyle w:val="SIBulletList1"/>
            </w:pPr>
            <w:r>
              <w:t>resources, equipment and materials:</w:t>
            </w:r>
          </w:p>
          <w:p w14:paraId="1D22C452" w14:textId="6E79370E" w:rsidR="00C219A1" w:rsidRPr="00C219A1" w:rsidRDefault="00C219A1" w:rsidP="000E6C34">
            <w:pPr>
              <w:pStyle w:val="SIBulletList2"/>
            </w:pPr>
            <w:r w:rsidRPr="00C219A1">
              <w:t xml:space="preserve">computers, keyboards and industry current software programs used to produce </w:t>
            </w:r>
            <w:r w:rsidR="00635025">
              <w:t>CAD</w:t>
            </w:r>
            <w:r w:rsidRPr="00C219A1">
              <w:t xml:space="preserve"> drawings and material lists</w:t>
            </w:r>
          </w:p>
          <w:p w14:paraId="59D2493E" w14:textId="77777777" w:rsidR="00C219A1" w:rsidRPr="00C219A1" w:rsidRDefault="00C219A1" w:rsidP="000E6C34">
            <w:pPr>
              <w:pStyle w:val="SIBulletList2"/>
            </w:pPr>
            <w:r w:rsidRPr="00C219A1">
              <w:t>product information on which to base drawings</w:t>
            </w:r>
          </w:p>
          <w:p w14:paraId="7350A5FD" w14:textId="77777777" w:rsidR="00C219A1" w:rsidRPr="00C219A1" w:rsidRDefault="00C219A1" w:rsidP="000E6C34">
            <w:pPr>
              <w:pStyle w:val="SIBulletList2"/>
            </w:pPr>
            <w:r w:rsidRPr="00C219A1">
              <w:t>template materials lists</w:t>
            </w:r>
          </w:p>
          <w:p w14:paraId="77FCCC46" w14:textId="77777777" w:rsidR="00C219A1" w:rsidRPr="00C219A1" w:rsidRDefault="00C219A1" w:rsidP="000E6C34">
            <w:pPr>
              <w:pStyle w:val="SIBulletList2"/>
            </w:pPr>
            <w:r w:rsidRPr="00C219A1">
              <w:t>template documents for recording drawing processes and equipment faults</w:t>
            </w:r>
          </w:p>
          <w:p w14:paraId="6AB06E8B" w14:textId="3B41FC50" w:rsidR="00322CF0" w:rsidRPr="00C219A1" w:rsidRDefault="00C219A1" w:rsidP="000E6C34">
            <w:pPr>
              <w:pStyle w:val="SIBulletList2"/>
            </w:pPr>
            <w:r w:rsidRPr="00C219A1">
              <w:t>organisational policies and procedures for producing drawings and documents using computers.</w:t>
            </w:r>
          </w:p>
          <w:p w14:paraId="12E6077D" w14:textId="77777777" w:rsidR="00322CF0" w:rsidRDefault="00322CF0" w:rsidP="000E6C34">
            <w:pPr>
              <w:pStyle w:val="SIBulletList1"/>
              <w:numPr>
                <w:ilvl w:val="0"/>
                <w:numId w:val="0"/>
              </w:numPr>
            </w:pPr>
          </w:p>
          <w:p w14:paraId="539215B3" w14:textId="20442D42" w:rsidR="00F1480E" w:rsidRPr="00255C67" w:rsidRDefault="00322CF0" w:rsidP="000E6C34">
            <w:pPr>
              <w:pStyle w:val="SIBulletList1"/>
              <w:numPr>
                <w:ilvl w:val="0"/>
                <w:numId w:val="0"/>
              </w:numPr>
            </w:pPr>
            <w:r>
              <w:rPr>
                <w:rFonts w:eastAsiaTheme="minorHAnsi"/>
                <w:lang w:val="en-GB"/>
              </w:rPr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4D36684C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  <w:bookmarkStart w:id="0" w:name="_GoBack"/>
      <w:bookmarkEnd w:id="0"/>
    </w:p>
    <w:sectPr w:rsidR="00AB5133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5E20F9" w14:textId="77777777" w:rsidR="004B7938" w:rsidRDefault="004B7938" w:rsidP="00BF3F0A">
      <w:r>
        <w:separator/>
      </w:r>
    </w:p>
    <w:p w14:paraId="1523ECC4" w14:textId="77777777" w:rsidR="004B7938" w:rsidRDefault="004B7938"/>
  </w:endnote>
  <w:endnote w:type="continuationSeparator" w:id="0">
    <w:p w14:paraId="6C85A41E" w14:textId="77777777" w:rsidR="004B7938" w:rsidRDefault="004B7938" w:rsidP="00BF3F0A">
      <w:r>
        <w:continuationSeparator/>
      </w:r>
    </w:p>
    <w:p w14:paraId="5DF6163F" w14:textId="77777777" w:rsidR="004B7938" w:rsidRDefault="004B79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4BE29" w14:textId="77777777" w:rsidR="000E6C34" w:rsidRDefault="000E6C3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67F08">
          <w:rPr>
            <w:noProof/>
          </w:rPr>
          <w:t>3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C8922" w14:textId="77777777" w:rsidR="000E6C34" w:rsidRDefault="000E6C3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37527" w14:textId="77777777" w:rsidR="004B7938" w:rsidRDefault="004B7938" w:rsidP="00BF3F0A">
      <w:r>
        <w:separator/>
      </w:r>
    </w:p>
    <w:p w14:paraId="16D2187C" w14:textId="77777777" w:rsidR="004B7938" w:rsidRDefault="004B7938"/>
  </w:footnote>
  <w:footnote w:type="continuationSeparator" w:id="0">
    <w:p w14:paraId="0BA6A627" w14:textId="77777777" w:rsidR="004B7938" w:rsidRDefault="004B7938" w:rsidP="00BF3F0A">
      <w:r>
        <w:continuationSeparator/>
      </w:r>
    </w:p>
    <w:p w14:paraId="1340E2DD" w14:textId="77777777" w:rsidR="004B7938" w:rsidRDefault="004B79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81E9A" w14:textId="77777777" w:rsidR="000E6C34" w:rsidRDefault="000E6C3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5FE6CEAC" w:rsidR="009C2650" w:rsidRPr="00C219A1" w:rsidRDefault="00C219A1" w:rsidP="00C219A1">
    <w:r w:rsidRPr="00C219A1">
      <w:t>FWPCOT3</w:t>
    </w:r>
    <w:r w:rsidR="000E6C34">
      <w:t>XXX</w:t>
    </w:r>
    <w:r w:rsidRPr="00C219A1">
      <w:t xml:space="preserve"> Create drawings using computer aided design systems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2B870" w14:textId="77777777" w:rsidR="000E6C34" w:rsidRDefault="000E6C3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E2NrcwMTExtbBU0lEKTi0uzszPAykwrAUADoc2ki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4FC5"/>
    <w:rsid w:val="00016803"/>
    <w:rsid w:val="00023992"/>
    <w:rsid w:val="000275AE"/>
    <w:rsid w:val="00041E59"/>
    <w:rsid w:val="000553AF"/>
    <w:rsid w:val="00064BFE"/>
    <w:rsid w:val="00070B3E"/>
    <w:rsid w:val="00071F95"/>
    <w:rsid w:val="00072412"/>
    <w:rsid w:val="000737BB"/>
    <w:rsid w:val="00074E47"/>
    <w:rsid w:val="000754EC"/>
    <w:rsid w:val="0009093B"/>
    <w:rsid w:val="00093449"/>
    <w:rsid w:val="00097D2B"/>
    <w:rsid w:val="000A5441"/>
    <w:rsid w:val="000C149A"/>
    <w:rsid w:val="000C224E"/>
    <w:rsid w:val="000E25E6"/>
    <w:rsid w:val="000E2C86"/>
    <w:rsid w:val="000E6C34"/>
    <w:rsid w:val="000F29F2"/>
    <w:rsid w:val="000F384A"/>
    <w:rsid w:val="00101659"/>
    <w:rsid w:val="00103E31"/>
    <w:rsid w:val="00105AEA"/>
    <w:rsid w:val="001078BF"/>
    <w:rsid w:val="00133957"/>
    <w:rsid w:val="001372F6"/>
    <w:rsid w:val="00137EB0"/>
    <w:rsid w:val="00144385"/>
    <w:rsid w:val="00146EEC"/>
    <w:rsid w:val="00151D55"/>
    <w:rsid w:val="00151D93"/>
    <w:rsid w:val="00156EF3"/>
    <w:rsid w:val="001766A1"/>
    <w:rsid w:val="00176E4F"/>
    <w:rsid w:val="0018546B"/>
    <w:rsid w:val="00195F2D"/>
    <w:rsid w:val="001A46FE"/>
    <w:rsid w:val="001A6A3E"/>
    <w:rsid w:val="001A7B6D"/>
    <w:rsid w:val="001B34D5"/>
    <w:rsid w:val="001B37AD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474"/>
    <w:rsid w:val="00201A7C"/>
    <w:rsid w:val="0021210E"/>
    <w:rsid w:val="0021414D"/>
    <w:rsid w:val="00223124"/>
    <w:rsid w:val="002261D8"/>
    <w:rsid w:val="00233143"/>
    <w:rsid w:val="00234444"/>
    <w:rsid w:val="00242293"/>
    <w:rsid w:val="00244EA7"/>
    <w:rsid w:val="00255C67"/>
    <w:rsid w:val="00262FC3"/>
    <w:rsid w:val="0026394F"/>
    <w:rsid w:val="00264091"/>
    <w:rsid w:val="00267AF6"/>
    <w:rsid w:val="002722FC"/>
    <w:rsid w:val="00276DB8"/>
    <w:rsid w:val="00282664"/>
    <w:rsid w:val="00285FB8"/>
    <w:rsid w:val="0029105D"/>
    <w:rsid w:val="00296573"/>
    <w:rsid w:val="002970C3"/>
    <w:rsid w:val="002A4CD3"/>
    <w:rsid w:val="002A6CC4"/>
    <w:rsid w:val="002C0D62"/>
    <w:rsid w:val="002C55E9"/>
    <w:rsid w:val="002D0C8B"/>
    <w:rsid w:val="002D330A"/>
    <w:rsid w:val="002E170C"/>
    <w:rsid w:val="002E193E"/>
    <w:rsid w:val="002E4406"/>
    <w:rsid w:val="002E5A96"/>
    <w:rsid w:val="002F7B20"/>
    <w:rsid w:val="00305EFF"/>
    <w:rsid w:val="003067D6"/>
    <w:rsid w:val="00310A6A"/>
    <w:rsid w:val="003144E6"/>
    <w:rsid w:val="00322CF0"/>
    <w:rsid w:val="0033096D"/>
    <w:rsid w:val="00337E82"/>
    <w:rsid w:val="003404AD"/>
    <w:rsid w:val="00346FDC"/>
    <w:rsid w:val="003504E4"/>
    <w:rsid w:val="00350BB1"/>
    <w:rsid w:val="00352C83"/>
    <w:rsid w:val="00365CD6"/>
    <w:rsid w:val="00366805"/>
    <w:rsid w:val="0037067D"/>
    <w:rsid w:val="00373436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4F68"/>
    <w:rsid w:val="003D2E73"/>
    <w:rsid w:val="003E72B6"/>
    <w:rsid w:val="003E7BBE"/>
    <w:rsid w:val="004127E3"/>
    <w:rsid w:val="00431B36"/>
    <w:rsid w:val="0043212E"/>
    <w:rsid w:val="00434366"/>
    <w:rsid w:val="00434ECE"/>
    <w:rsid w:val="004374BE"/>
    <w:rsid w:val="00442B23"/>
    <w:rsid w:val="00444423"/>
    <w:rsid w:val="00452F3E"/>
    <w:rsid w:val="004640AE"/>
    <w:rsid w:val="004679E3"/>
    <w:rsid w:val="00467F08"/>
    <w:rsid w:val="0047021C"/>
    <w:rsid w:val="00475172"/>
    <w:rsid w:val="004758B0"/>
    <w:rsid w:val="004832D2"/>
    <w:rsid w:val="00485559"/>
    <w:rsid w:val="004A142B"/>
    <w:rsid w:val="004A3860"/>
    <w:rsid w:val="004A44E8"/>
    <w:rsid w:val="004A581D"/>
    <w:rsid w:val="004A6A2D"/>
    <w:rsid w:val="004A7706"/>
    <w:rsid w:val="004A77E3"/>
    <w:rsid w:val="004B29B7"/>
    <w:rsid w:val="004B7938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03791"/>
    <w:rsid w:val="005145AB"/>
    <w:rsid w:val="00520E9A"/>
    <w:rsid w:val="005240E7"/>
    <w:rsid w:val="005248C1"/>
    <w:rsid w:val="00526134"/>
    <w:rsid w:val="00532248"/>
    <w:rsid w:val="005346F6"/>
    <w:rsid w:val="005405B2"/>
    <w:rsid w:val="005427C8"/>
    <w:rsid w:val="005446D1"/>
    <w:rsid w:val="00552AD2"/>
    <w:rsid w:val="00556C4C"/>
    <w:rsid w:val="00557369"/>
    <w:rsid w:val="00561518"/>
    <w:rsid w:val="0056233C"/>
    <w:rsid w:val="00564ADD"/>
    <w:rsid w:val="005708EB"/>
    <w:rsid w:val="00575BC6"/>
    <w:rsid w:val="0058078D"/>
    <w:rsid w:val="00583902"/>
    <w:rsid w:val="005A0872"/>
    <w:rsid w:val="005A1D70"/>
    <w:rsid w:val="005A3AA5"/>
    <w:rsid w:val="005A6AF3"/>
    <w:rsid w:val="005A6C9C"/>
    <w:rsid w:val="005A74DC"/>
    <w:rsid w:val="005B3738"/>
    <w:rsid w:val="005B4761"/>
    <w:rsid w:val="005B5146"/>
    <w:rsid w:val="005D1AFD"/>
    <w:rsid w:val="005E51E6"/>
    <w:rsid w:val="005F027A"/>
    <w:rsid w:val="005F33CC"/>
    <w:rsid w:val="005F771F"/>
    <w:rsid w:val="00607664"/>
    <w:rsid w:val="006121D4"/>
    <w:rsid w:val="00613B49"/>
    <w:rsid w:val="00615134"/>
    <w:rsid w:val="006154C7"/>
    <w:rsid w:val="00616845"/>
    <w:rsid w:val="00620159"/>
    <w:rsid w:val="00620E8E"/>
    <w:rsid w:val="006240D0"/>
    <w:rsid w:val="00633CFE"/>
    <w:rsid w:val="006342F6"/>
    <w:rsid w:val="0063466E"/>
    <w:rsid w:val="00634FCA"/>
    <w:rsid w:val="00635025"/>
    <w:rsid w:val="006429BF"/>
    <w:rsid w:val="00643D1B"/>
    <w:rsid w:val="006452B8"/>
    <w:rsid w:val="006464A5"/>
    <w:rsid w:val="00652E62"/>
    <w:rsid w:val="00660C7A"/>
    <w:rsid w:val="00686A49"/>
    <w:rsid w:val="00687B62"/>
    <w:rsid w:val="00687E5B"/>
    <w:rsid w:val="00690C44"/>
    <w:rsid w:val="006969D9"/>
    <w:rsid w:val="006A2B68"/>
    <w:rsid w:val="006C2F32"/>
    <w:rsid w:val="006D38C3"/>
    <w:rsid w:val="006D4448"/>
    <w:rsid w:val="006D6DFD"/>
    <w:rsid w:val="006E0138"/>
    <w:rsid w:val="006E2C4D"/>
    <w:rsid w:val="006E42FE"/>
    <w:rsid w:val="006E78D9"/>
    <w:rsid w:val="006F0D02"/>
    <w:rsid w:val="006F10FE"/>
    <w:rsid w:val="006F3622"/>
    <w:rsid w:val="00705EEC"/>
    <w:rsid w:val="00707741"/>
    <w:rsid w:val="007134FE"/>
    <w:rsid w:val="00715794"/>
    <w:rsid w:val="00717385"/>
    <w:rsid w:val="00722526"/>
    <w:rsid w:val="00722769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0384"/>
    <w:rsid w:val="00761DBE"/>
    <w:rsid w:val="0076523B"/>
    <w:rsid w:val="00771B60"/>
    <w:rsid w:val="00781D77"/>
    <w:rsid w:val="00783549"/>
    <w:rsid w:val="007860B7"/>
    <w:rsid w:val="00786DC8"/>
    <w:rsid w:val="007A22F8"/>
    <w:rsid w:val="007A300D"/>
    <w:rsid w:val="007D5A78"/>
    <w:rsid w:val="007E3BD1"/>
    <w:rsid w:val="007F1428"/>
    <w:rsid w:val="007F1563"/>
    <w:rsid w:val="007F1EB2"/>
    <w:rsid w:val="007F44DB"/>
    <w:rsid w:val="007F5A8B"/>
    <w:rsid w:val="00817D51"/>
    <w:rsid w:val="00823530"/>
    <w:rsid w:val="00823FF4"/>
    <w:rsid w:val="0083024C"/>
    <w:rsid w:val="00830267"/>
    <w:rsid w:val="008306E7"/>
    <w:rsid w:val="00830A62"/>
    <w:rsid w:val="008322BE"/>
    <w:rsid w:val="00834BC8"/>
    <w:rsid w:val="00837FD6"/>
    <w:rsid w:val="00841582"/>
    <w:rsid w:val="00847A27"/>
    <w:rsid w:val="00847B60"/>
    <w:rsid w:val="00850243"/>
    <w:rsid w:val="00851BE5"/>
    <w:rsid w:val="008545EB"/>
    <w:rsid w:val="00855B55"/>
    <w:rsid w:val="00865011"/>
    <w:rsid w:val="00885F2F"/>
    <w:rsid w:val="00886790"/>
    <w:rsid w:val="008908DE"/>
    <w:rsid w:val="00891267"/>
    <w:rsid w:val="008A12ED"/>
    <w:rsid w:val="008A39D3"/>
    <w:rsid w:val="008A479A"/>
    <w:rsid w:val="008B2387"/>
    <w:rsid w:val="008B2C77"/>
    <w:rsid w:val="008B4AD2"/>
    <w:rsid w:val="008B7138"/>
    <w:rsid w:val="008D7A7B"/>
    <w:rsid w:val="008D7BAC"/>
    <w:rsid w:val="008E260C"/>
    <w:rsid w:val="008E39BE"/>
    <w:rsid w:val="008E62EC"/>
    <w:rsid w:val="008F2392"/>
    <w:rsid w:val="008F32F6"/>
    <w:rsid w:val="0091548A"/>
    <w:rsid w:val="00916876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70747"/>
    <w:rsid w:val="009919E4"/>
    <w:rsid w:val="00992AC9"/>
    <w:rsid w:val="0099334D"/>
    <w:rsid w:val="00997BFC"/>
    <w:rsid w:val="009A5900"/>
    <w:rsid w:val="009A6E6C"/>
    <w:rsid w:val="009A6F3F"/>
    <w:rsid w:val="009B331A"/>
    <w:rsid w:val="009B701B"/>
    <w:rsid w:val="009C2650"/>
    <w:rsid w:val="009C2CE6"/>
    <w:rsid w:val="009D15E2"/>
    <w:rsid w:val="009D15FE"/>
    <w:rsid w:val="009D5D2C"/>
    <w:rsid w:val="009F0DCC"/>
    <w:rsid w:val="009F11CA"/>
    <w:rsid w:val="009F44A7"/>
    <w:rsid w:val="00A01222"/>
    <w:rsid w:val="00A0695B"/>
    <w:rsid w:val="00A13052"/>
    <w:rsid w:val="00A13701"/>
    <w:rsid w:val="00A13DAF"/>
    <w:rsid w:val="00A216A8"/>
    <w:rsid w:val="00A223A6"/>
    <w:rsid w:val="00A27043"/>
    <w:rsid w:val="00A3639E"/>
    <w:rsid w:val="00A5092E"/>
    <w:rsid w:val="00A554D6"/>
    <w:rsid w:val="00A56E14"/>
    <w:rsid w:val="00A5719B"/>
    <w:rsid w:val="00A6476B"/>
    <w:rsid w:val="00A76C6C"/>
    <w:rsid w:val="00A85A73"/>
    <w:rsid w:val="00A87356"/>
    <w:rsid w:val="00A92DD1"/>
    <w:rsid w:val="00AA5338"/>
    <w:rsid w:val="00AB1B8E"/>
    <w:rsid w:val="00AB28B7"/>
    <w:rsid w:val="00AB5133"/>
    <w:rsid w:val="00AC0696"/>
    <w:rsid w:val="00AC3FF4"/>
    <w:rsid w:val="00AC4C98"/>
    <w:rsid w:val="00AC5F6B"/>
    <w:rsid w:val="00AD3896"/>
    <w:rsid w:val="00AD4F54"/>
    <w:rsid w:val="00AD5B47"/>
    <w:rsid w:val="00AE1ED9"/>
    <w:rsid w:val="00AE32CB"/>
    <w:rsid w:val="00AF3957"/>
    <w:rsid w:val="00B0712C"/>
    <w:rsid w:val="00B12013"/>
    <w:rsid w:val="00B22C67"/>
    <w:rsid w:val="00B23120"/>
    <w:rsid w:val="00B26EFA"/>
    <w:rsid w:val="00B3508F"/>
    <w:rsid w:val="00B443EE"/>
    <w:rsid w:val="00B54507"/>
    <w:rsid w:val="00B560C8"/>
    <w:rsid w:val="00B61150"/>
    <w:rsid w:val="00B65BC7"/>
    <w:rsid w:val="00B746B9"/>
    <w:rsid w:val="00B848D4"/>
    <w:rsid w:val="00B865B7"/>
    <w:rsid w:val="00BA1CB1"/>
    <w:rsid w:val="00BA4178"/>
    <w:rsid w:val="00BA4191"/>
    <w:rsid w:val="00BA482D"/>
    <w:rsid w:val="00BB1755"/>
    <w:rsid w:val="00BB23F4"/>
    <w:rsid w:val="00BC5075"/>
    <w:rsid w:val="00BC5419"/>
    <w:rsid w:val="00BD3B0F"/>
    <w:rsid w:val="00BD6A54"/>
    <w:rsid w:val="00BE1668"/>
    <w:rsid w:val="00BF1D4C"/>
    <w:rsid w:val="00BF3F0A"/>
    <w:rsid w:val="00C12573"/>
    <w:rsid w:val="00C143C3"/>
    <w:rsid w:val="00C1739B"/>
    <w:rsid w:val="00C219A1"/>
    <w:rsid w:val="00C21ADE"/>
    <w:rsid w:val="00C26067"/>
    <w:rsid w:val="00C30A29"/>
    <w:rsid w:val="00C317DC"/>
    <w:rsid w:val="00C43DFA"/>
    <w:rsid w:val="00C578E9"/>
    <w:rsid w:val="00C70626"/>
    <w:rsid w:val="00C7108D"/>
    <w:rsid w:val="00C72860"/>
    <w:rsid w:val="00C73582"/>
    <w:rsid w:val="00C73B90"/>
    <w:rsid w:val="00C742EC"/>
    <w:rsid w:val="00C96AF3"/>
    <w:rsid w:val="00C97CCC"/>
    <w:rsid w:val="00CA0274"/>
    <w:rsid w:val="00CB746F"/>
    <w:rsid w:val="00CC0520"/>
    <w:rsid w:val="00CC0ACB"/>
    <w:rsid w:val="00CC451E"/>
    <w:rsid w:val="00CC5B75"/>
    <w:rsid w:val="00CD3442"/>
    <w:rsid w:val="00CD3E10"/>
    <w:rsid w:val="00CD4E9D"/>
    <w:rsid w:val="00CD4F4D"/>
    <w:rsid w:val="00CE713C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15ADB"/>
    <w:rsid w:val="00D2035A"/>
    <w:rsid w:val="00D20C57"/>
    <w:rsid w:val="00D25D16"/>
    <w:rsid w:val="00D32124"/>
    <w:rsid w:val="00D3333F"/>
    <w:rsid w:val="00D54C76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A7EEC"/>
    <w:rsid w:val="00DC1D69"/>
    <w:rsid w:val="00DC5A3A"/>
    <w:rsid w:val="00DD0726"/>
    <w:rsid w:val="00DE7A06"/>
    <w:rsid w:val="00E06995"/>
    <w:rsid w:val="00E238E6"/>
    <w:rsid w:val="00E35064"/>
    <w:rsid w:val="00E3681D"/>
    <w:rsid w:val="00E40225"/>
    <w:rsid w:val="00E501F0"/>
    <w:rsid w:val="00E6166D"/>
    <w:rsid w:val="00E64670"/>
    <w:rsid w:val="00E70795"/>
    <w:rsid w:val="00E85B0C"/>
    <w:rsid w:val="00E90BF4"/>
    <w:rsid w:val="00E91BFF"/>
    <w:rsid w:val="00E92933"/>
    <w:rsid w:val="00E94FAD"/>
    <w:rsid w:val="00EB0AA4"/>
    <w:rsid w:val="00EB5C88"/>
    <w:rsid w:val="00EC0469"/>
    <w:rsid w:val="00EC1089"/>
    <w:rsid w:val="00EF01F8"/>
    <w:rsid w:val="00EF40EF"/>
    <w:rsid w:val="00EF423D"/>
    <w:rsid w:val="00EF47FE"/>
    <w:rsid w:val="00EF5A52"/>
    <w:rsid w:val="00F02CC9"/>
    <w:rsid w:val="00F069BD"/>
    <w:rsid w:val="00F1480E"/>
    <w:rsid w:val="00F1497D"/>
    <w:rsid w:val="00F16AAC"/>
    <w:rsid w:val="00F26453"/>
    <w:rsid w:val="00F33FF2"/>
    <w:rsid w:val="00F438FC"/>
    <w:rsid w:val="00F45AFD"/>
    <w:rsid w:val="00F554C3"/>
    <w:rsid w:val="00F5616F"/>
    <w:rsid w:val="00F56451"/>
    <w:rsid w:val="00F56827"/>
    <w:rsid w:val="00F62866"/>
    <w:rsid w:val="00F63196"/>
    <w:rsid w:val="00F650E8"/>
    <w:rsid w:val="00F65EF0"/>
    <w:rsid w:val="00F71651"/>
    <w:rsid w:val="00F76191"/>
    <w:rsid w:val="00F76CC6"/>
    <w:rsid w:val="00F775FC"/>
    <w:rsid w:val="00F83D7C"/>
    <w:rsid w:val="00FA12BB"/>
    <w:rsid w:val="00FB232E"/>
    <w:rsid w:val="00FD1230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137EB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323B4A-0E95-4AA8-9B0F-A68E5E754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322</TotalTime>
  <Pages>4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50</cp:revision>
  <cp:lastPrinted>2016-05-27T05:21:00Z</cp:lastPrinted>
  <dcterms:created xsi:type="dcterms:W3CDTF">2019-07-21T23:08:00Z</dcterms:created>
  <dcterms:modified xsi:type="dcterms:W3CDTF">2020-02-05T22:13:00Z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